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0468F5">
      <w:bookmarkStart w:id="0" w:name="_GoBack"/>
      <w:bookmarkEnd w:id="0"/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0468F5">
                        <w:fldChar w:fldCharType="begin"/>
                      </w:r>
                      <w:r w:rsidR="000468F5">
                        <w:instrText xml:space="preserve"> FILENAME   \* MERGEFORMAT </w:instrText>
                      </w:r>
                      <w:r w:rsidR="000468F5">
                        <w:fldChar w:fldCharType="separate"/>
                      </w:r>
                      <w:r w:rsidR="00764BAE" w:rsidRPr="00764BAE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Document1</w:t>
                      </w:r>
                      <w:r w:rsidR="000468F5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fldChar w:fldCharType="end"/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8F5" w:rsidRDefault="000468F5" w:rsidP="004A1C66">
      <w:r>
        <w:separator/>
      </w:r>
    </w:p>
  </w:endnote>
  <w:endnote w:type="continuationSeparator" w:id="0">
    <w:p w:rsidR="000468F5" w:rsidRDefault="000468F5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8F5" w:rsidRDefault="000468F5" w:rsidP="004A1C66">
      <w:r>
        <w:separator/>
      </w:r>
    </w:p>
  </w:footnote>
  <w:footnote w:type="continuationSeparator" w:id="0">
    <w:p w:rsidR="000468F5" w:rsidRDefault="000468F5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BAE"/>
    <w:rsid w:val="000248E2"/>
    <w:rsid w:val="000468F5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64BAE"/>
    <w:rsid w:val="00846041"/>
    <w:rsid w:val="008D1D28"/>
    <w:rsid w:val="00934081"/>
    <w:rsid w:val="009B59F1"/>
    <w:rsid w:val="009F11A5"/>
    <w:rsid w:val="00B53200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CBF6C92D-7A94-4196-9F59-1540717C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1</cp:revision>
  <dcterms:created xsi:type="dcterms:W3CDTF">2015-04-20T13:20:00Z</dcterms:created>
  <dcterms:modified xsi:type="dcterms:W3CDTF">2015-04-20T13:37:00Z</dcterms:modified>
</cp:coreProperties>
</file>